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7AE53B1" w:rsidR="006E5D65" w:rsidRPr="00E960BB" w:rsidRDefault="00997F14" w:rsidP="003D2E3A">
      <w:pPr>
        <w:spacing w:after="0"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C20FF" w:rsidRPr="00E960BB">
        <w:rPr>
          <w:rFonts w:ascii="Corbel" w:hAnsi="Corbel"/>
          <w:bCs/>
          <w:i/>
        </w:rPr>
        <w:t xml:space="preserve">Załącznik nr 1.5 do Zarządzenia Rektora UR  nr </w:t>
      </w:r>
      <w:r w:rsidR="00BC20FF">
        <w:rPr>
          <w:rFonts w:ascii="Corbel" w:hAnsi="Corbel"/>
          <w:bCs/>
          <w:i/>
        </w:rPr>
        <w:t>7</w:t>
      </w:r>
      <w:r w:rsidR="00BC20FF" w:rsidRPr="00E960BB">
        <w:rPr>
          <w:rFonts w:ascii="Corbel" w:hAnsi="Corbel"/>
          <w:bCs/>
          <w:i/>
        </w:rPr>
        <w:t>/20</w:t>
      </w:r>
      <w:r w:rsidR="00BC20FF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3D2E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16FBE" w14:textId="436669E5" w:rsidR="00B962C6" w:rsidRDefault="0071620A" w:rsidP="003D2E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62C6">
        <w:rPr>
          <w:rFonts w:ascii="Corbel" w:hAnsi="Corbel"/>
          <w:i/>
          <w:smallCaps/>
          <w:sz w:val="24"/>
          <w:szCs w:val="24"/>
        </w:rPr>
        <w:t>202</w:t>
      </w:r>
      <w:r w:rsidR="00532F9B">
        <w:rPr>
          <w:rFonts w:ascii="Corbel" w:hAnsi="Corbel"/>
          <w:i/>
          <w:smallCaps/>
          <w:sz w:val="24"/>
          <w:szCs w:val="24"/>
        </w:rPr>
        <w:t>4</w:t>
      </w:r>
      <w:r w:rsidR="00B962C6">
        <w:rPr>
          <w:rFonts w:ascii="Corbel" w:hAnsi="Corbel"/>
          <w:i/>
          <w:smallCaps/>
          <w:sz w:val="24"/>
          <w:szCs w:val="24"/>
        </w:rPr>
        <w:t>-202</w:t>
      </w:r>
      <w:r w:rsidR="00532F9B">
        <w:rPr>
          <w:rFonts w:ascii="Corbel" w:hAnsi="Corbel"/>
          <w:i/>
          <w:smallCaps/>
          <w:sz w:val="24"/>
          <w:szCs w:val="24"/>
        </w:rPr>
        <w:t>9</w:t>
      </w:r>
    </w:p>
    <w:p w14:paraId="19345D10" w14:textId="77777777" w:rsidR="0085747A" w:rsidRDefault="00EA4832" w:rsidP="003D2E3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46B526E" w:rsidR="00445970" w:rsidRPr="00EA4832" w:rsidRDefault="00445970" w:rsidP="003D2E3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487">
        <w:rPr>
          <w:rFonts w:ascii="Corbel" w:hAnsi="Corbel"/>
          <w:sz w:val="20"/>
          <w:szCs w:val="20"/>
        </w:rPr>
        <w:t>20</w:t>
      </w:r>
      <w:r w:rsidR="00E34441">
        <w:rPr>
          <w:rFonts w:ascii="Corbel" w:hAnsi="Corbel"/>
          <w:sz w:val="20"/>
          <w:szCs w:val="20"/>
        </w:rPr>
        <w:t>2</w:t>
      </w:r>
      <w:r w:rsidR="00532F9B">
        <w:rPr>
          <w:rFonts w:ascii="Corbel" w:hAnsi="Corbel"/>
          <w:sz w:val="20"/>
          <w:szCs w:val="20"/>
        </w:rPr>
        <w:t>4</w:t>
      </w:r>
      <w:r w:rsidR="00F43487">
        <w:rPr>
          <w:rFonts w:ascii="Corbel" w:hAnsi="Corbel"/>
          <w:sz w:val="20"/>
          <w:szCs w:val="20"/>
        </w:rPr>
        <w:t>/</w:t>
      </w:r>
      <w:r w:rsidR="00082F8A" w:rsidRPr="00F43487">
        <w:rPr>
          <w:rFonts w:ascii="Corbel" w:hAnsi="Corbel"/>
          <w:sz w:val="20"/>
          <w:szCs w:val="20"/>
        </w:rPr>
        <w:t>202</w:t>
      </w:r>
      <w:r w:rsidR="00532F9B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3D2E3A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3D2E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9F8C1ED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097F342F" w:rsidR="0085747A" w:rsidRPr="009C54AE" w:rsidRDefault="00470EF2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DC915C4" w:rsidR="0085747A" w:rsidRPr="009C54AE" w:rsidRDefault="006527BC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76A1887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sem. </w:t>
            </w:r>
            <w:r w:rsidR="0085419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32589D1" w:rsidR="0085747A" w:rsidRPr="009C54AE" w:rsidRDefault="00695E94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6538A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78B1FF80" w:rsidR="00923D7D" w:rsidRPr="009C54AE" w:rsidRDefault="00854196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36767C2" w:rsidR="0085747A" w:rsidRPr="009C54AE" w:rsidRDefault="0085747A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3D2E3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3D2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3D2E3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327BB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A717AFC" w:rsidR="00015B8F" w:rsidRPr="009C54AE" w:rsidRDefault="00854196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839E9C" w:rsidR="00015B8F" w:rsidRPr="009C54AE" w:rsidRDefault="006527BC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37F463F" w:rsidR="00015B8F" w:rsidRPr="009C54AE" w:rsidRDefault="006527BC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3D2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3D2E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3D2E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3D2E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3D2E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D7A8F0E" w:rsidR="009C54AE" w:rsidRPr="00470EF2" w:rsidRDefault="005E5735" w:rsidP="003D2E3A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470EF2">
        <w:rPr>
          <w:rFonts w:ascii="Corbel" w:hAnsi="Corbel"/>
          <w:smallCaps w:val="0"/>
          <w:szCs w:val="24"/>
          <w:u w:val="single"/>
        </w:rPr>
        <w:t>Egzamin</w:t>
      </w:r>
    </w:p>
    <w:p w14:paraId="45B321C5" w14:textId="77777777" w:rsidR="00E960BB" w:rsidRPr="00470EF2" w:rsidRDefault="00E960BB" w:rsidP="003D2E3A">
      <w:pPr>
        <w:pStyle w:val="Punktygwne"/>
        <w:spacing w:before="0" w:after="0"/>
        <w:rPr>
          <w:rFonts w:ascii="Corbel" w:hAnsi="Corbel"/>
          <w:szCs w:val="24"/>
        </w:rPr>
      </w:pPr>
    </w:p>
    <w:p w14:paraId="042353A5" w14:textId="77777777" w:rsidR="00E960BB" w:rsidRPr="009C54AE" w:rsidRDefault="0085747A" w:rsidP="003D2E3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16F9610" w:rsidR="0085747A" w:rsidRPr="009C54AE" w:rsidRDefault="005E5735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3D2E3A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3D2E3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4E06BE71" w:rsidR="0085747A" w:rsidRDefault="0071620A" w:rsidP="003D2E3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5BAE" w:rsidRPr="00A42AF1" w14:paraId="159434DF" w14:textId="77777777" w:rsidTr="0027254C">
        <w:tc>
          <w:tcPr>
            <w:tcW w:w="675" w:type="dxa"/>
            <w:vAlign w:val="center"/>
          </w:tcPr>
          <w:p w14:paraId="0307A9FB" w14:textId="77777777" w:rsidR="00235BAE" w:rsidRPr="00B72B24" w:rsidRDefault="00235BAE" w:rsidP="003D2E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810BFA0" w14:textId="1CDA7734" w:rsidR="00235BAE" w:rsidRPr="00B72B24" w:rsidRDefault="007511E0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ś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wiadomość roli wykształcenia ogólnego i zawodowego w rozumieniu świata i kierowaniu sobą, projektowaniu własnego rozwoju osobistego i zawodowego. </w:t>
            </w:r>
          </w:p>
        </w:tc>
      </w:tr>
      <w:tr w:rsidR="00235BAE" w:rsidRPr="00A42AF1" w14:paraId="50B07D2E" w14:textId="77777777" w:rsidTr="0027254C">
        <w:tc>
          <w:tcPr>
            <w:tcW w:w="675" w:type="dxa"/>
            <w:vAlign w:val="center"/>
          </w:tcPr>
          <w:p w14:paraId="71BD0E06" w14:textId="77777777" w:rsidR="00235BAE" w:rsidRPr="00B72B24" w:rsidRDefault="00235BAE" w:rsidP="003D2E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CCFF32A" w14:textId="75F4F02F" w:rsidR="00235BAE" w:rsidRPr="00B72B24" w:rsidRDefault="007511E0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E42FA">
              <w:rPr>
                <w:rFonts w:ascii="Corbel" w:hAnsi="Corbel"/>
                <w:sz w:val="24"/>
                <w:szCs w:val="24"/>
              </w:rPr>
              <w:t>zna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 w:rsidR="004E42FA">
              <w:rPr>
                <w:rFonts w:ascii="Corbel" w:hAnsi="Corbel"/>
                <w:sz w:val="24"/>
                <w:szCs w:val="24"/>
              </w:rPr>
              <w:t>e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 </w:t>
            </w:r>
          </w:p>
        </w:tc>
      </w:tr>
      <w:tr w:rsidR="00235BAE" w:rsidRPr="00A42AF1" w14:paraId="60EBB835" w14:textId="77777777" w:rsidTr="0027254C">
        <w:tc>
          <w:tcPr>
            <w:tcW w:w="675" w:type="dxa"/>
            <w:vAlign w:val="center"/>
          </w:tcPr>
          <w:p w14:paraId="1DBF2F58" w14:textId="77777777" w:rsidR="00235BAE" w:rsidRPr="00B72B24" w:rsidRDefault="00235BAE" w:rsidP="003D2E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14:paraId="4A881072" w14:textId="6F55BBF1" w:rsidR="00235BAE" w:rsidRPr="00B72B24" w:rsidRDefault="004E42FA" w:rsidP="003D2E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e posług</w:t>
            </w:r>
            <w:r>
              <w:rPr>
                <w:rFonts w:ascii="Corbel" w:hAnsi="Corbel"/>
                <w:b w:val="0"/>
                <w:sz w:val="24"/>
                <w:szCs w:val="24"/>
              </w:rPr>
              <w:t>uje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między różnymi elementami teorii kształcenia.</w:t>
            </w:r>
          </w:p>
        </w:tc>
      </w:tr>
    </w:tbl>
    <w:p w14:paraId="6B31BD7A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3D2E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221E1A">
        <w:tc>
          <w:tcPr>
            <w:tcW w:w="1447" w:type="dxa"/>
          </w:tcPr>
          <w:p w14:paraId="13920CB0" w14:textId="77777777" w:rsidR="0085747A" w:rsidRPr="005F7786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221E1A">
        <w:tc>
          <w:tcPr>
            <w:tcW w:w="1447" w:type="dxa"/>
          </w:tcPr>
          <w:p w14:paraId="61813C10" w14:textId="395A0DF6" w:rsidR="0085747A" w:rsidRPr="005F7786" w:rsidRDefault="007D2AD8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3D2E3A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3D2E3A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3456825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2DC7B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61403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221E1A">
        <w:tc>
          <w:tcPr>
            <w:tcW w:w="1447" w:type="dxa"/>
          </w:tcPr>
          <w:p w14:paraId="695D7137" w14:textId="77777777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184B4F7D" w:rsidR="00D30455" w:rsidRPr="00C72364" w:rsidRDefault="00931E22" w:rsidP="003D2E3A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6EE93640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D31EE7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221E1A">
        <w:tc>
          <w:tcPr>
            <w:tcW w:w="1447" w:type="dxa"/>
          </w:tcPr>
          <w:p w14:paraId="5168D262" w14:textId="77F9FCAD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181C014C" w:rsidR="0031147F" w:rsidRPr="00C72364" w:rsidRDefault="0031147F" w:rsidP="003D2E3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wykorzystać wiedzę filozoficzną, psychologiczną, społeczną i pedagogiczną do projektowania działań edukacyjnych w przedszkolu i szkole oraz paradygmaty obiektywistyczne i interpretatywno-konstruktywistyczne do planowania uczenia się dzieci;</w:t>
            </w:r>
          </w:p>
        </w:tc>
        <w:tc>
          <w:tcPr>
            <w:tcW w:w="1695" w:type="dxa"/>
          </w:tcPr>
          <w:p w14:paraId="55553BBD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1A7DD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221E1A">
        <w:tc>
          <w:tcPr>
            <w:tcW w:w="1447" w:type="dxa"/>
          </w:tcPr>
          <w:p w14:paraId="42B8B470" w14:textId="7FD64316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2166092A" w:rsidR="003343D3" w:rsidRPr="00C72364" w:rsidRDefault="004C59F1" w:rsidP="003D2E3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08F199D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7645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221E1A">
        <w:tc>
          <w:tcPr>
            <w:tcW w:w="1447" w:type="dxa"/>
          </w:tcPr>
          <w:p w14:paraId="1D840B19" w14:textId="7FBC59AF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5D78790F" w:rsidR="003343D3" w:rsidRPr="00C72364" w:rsidRDefault="004C59F1" w:rsidP="003D2E3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2BC0F68F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BF921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221E1A">
        <w:tc>
          <w:tcPr>
            <w:tcW w:w="1447" w:type="dxa"/>
          </w:tcPr>
          <w:p w14:paraId="7D6B9695" w14:textId="2043A71E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3D2E3A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3D2E3A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64540A11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3113C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8E339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3D2E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3D2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3D2E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236B" w:rsidRPr="009C54AE" w14:paraId="4C2EAB71" w14:textId="77777777" w:rsidTr="00CB0255">
        <w:tc>
          <w:tcPr>
            <w:tcW w:w="9520" w:type="dxa"/>
          </w:tcPr>
          <w:p w14:paraId="78255B5B" w14:textId="5470783A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herbartowska jako teoretyczna podstawa szkoły tradycyjnej, dydaktyka deweyowska jako podstawa szkoły progresywistycznej. </w:t>
            </w:r>
          </w:p>
        </w:tc>
      </w:tr>
      <w:tr w:rsidR="007B236B" w:rsidRPr="009C54AE" w14:paraId="3C0F566E" w14:textId="77777777" w:rsidTr="00CB0255">
        <w:tc>
          <w:tcPr>
            <w:tcW w:w="9520" w:type="dxa"/>
          </w:tcPr>
          <w:p w14:paraId="3573F1C8" w14:textId="02734A2A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 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B236B" w:rsidRPr="009C54AE" w14:paraId="72E03DD1" w14:textId="77777777" w:rsidTr="00CB0255">
        <w:tc>
          <w:tcPr>
            <w:tcW w:w="9520" w:type="dxa"/>
          </w:tcPr>
          <w:p w14:paraId="33738C75" w14:textId="02496538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</w:t>
            </w:r>
          </w:p>
        </w:tc>
      </w:tr>
      <w:tr w:rsidR="007B236B" w:rsidRPr="009C54AE" w14:paraId="1BEB8EFC" w14:textId="77777777" w:rsidTr="00CB0255">
        <w:tc>
          <w:tcPr>
            <w:tcW w:w="9520" w:type="dxa"/>
          </w:tcPr>
          <w:p w14:paraId="3FA79AD4" w14:textId="67296C37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1C1C">
              <w:rPr>
                <w:rFonts w:ascii="Corbel" w:hAnsi="Corbel"/>
                <w:b/>
                <w:sz w:val="24"/>
                <w:szCs w:val="24"/>
              </w:rPr>
              <w:t>Formy organizacyjne:</w:t>
            </w:r>
            <w:r>
              <w:rPr>
                <w:rFonts w:ascii="Corbel" w:hAnsi="Corbel"/>
                <w:sz w:val="24"/>
                <w:szCs w:val="24"/>
              </w:rPr>
              <w:t xml:space="preserve"> podstawowe formy organizacyjne kształcenia. Lekcja jej struktura i typologia.</w:t>
            </w:r>
          </w:p>
        </w:tc>
      </w:tr>
      <w:tr w:rsidR="007B236B" w:rsidRPr="009C54AE" w14:paraId="40FF52CF" w14:textId="77777777" w:rsidTr="00CB0255">
        <w:tc>
          <w:tcPr>
            <w:tcW w:w="9520" w:type="dxa"/>
          </w:tcPr>
          <w:p w14:paraId="413FA08F" w14:textId="3DC616D6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</w:t>
            </w:r>
            <w:r w:rsidRPr="00097401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>
              <w:rPr>
                <w:rFonts w:ascii="Corbel" w:hAnsi="Corbel"/>
                <w:sz w:val="24"/>
                <w:szCs w:val="24"/>
              </w:rPr>
              <w:t xml:space="preserve"> kompetencje medialne jako umiejętności kluczowe nauczycieli; nauczanie i uczenie się z użyciem komputera i internetu.</w:t>
            </w:r>
          </w:p>
        </w:tc>
      </w:tr>
      <w:tr w:rsidR="007B236B" w:rsidRPr="009C54AE" w14:paraId="6BCA6D6F" w14:textId="77777777" w:rsidTr="00CB0255">
        <w:tc>
          <w:tcPr>
            <w:tcW w:w="9520" w:type="dxa"/>
          </w:tcPr>
          <w:p w14:paraId="43DC0C23" w14:textId="4FC537A9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planowania i organizacji; rodzaje planów nauczycielskich; zasady przygotowania się nauczyciela do zajęć.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>: pojęcie i istota oceny; cechy oceny szkolnej; ocena wewnętrzna i zewnętrzna osiągnięć uczniów.</w:t>
            </w:r>
          </w:p>
        </w:tc>
      </w:tr>
      <w:tr w:rsidR="007B236B" w:rsidRPr="009C54AE" w14:paraId="24001261" w14:textId="77777777" w:rsidTr="00CB0255">
        <w:tc>
          <w:tcPr>
            <w:tcW w:w="9520" w:type="dxa"/>
          </w:tcPr>
          <w:p w14:paraId="1AF0D3F5" w14:textId="679F5142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przyczyny niepowodzeń szkolnych; specjalne potrzeby edukacyjne; uczeń zdolny i jego cechy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D42B3">
              <w:rPr>
                <w:rFonts w:ascii="Corbel" w:hAnsi="Corbel"/>
                <w:b/>
                <w:sz w:val="24"/>
                <w:szCs w:val="24"/>
              </w:rPr>
              <w:t>Samokształcenie, czyli edukacja całożyciowa:</w:t>
            </w:r>
            <w:r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FB0688C" w14:textId="77777777" w:rsidR="0085747A" w:rsidRPr="009C54AE" w:rsidRDefault="0085747A" w:rsidP="003D2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3D2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3D2E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(microteaching).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Formy organizacyjne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C72364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C7236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3D2E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A9F4A5" w14:textId="77777777" w:rsidR="00301EBC" w:rsidRPr="00A42AF1" w:rsidRDefault="00301EBC" w:rsidP="003D2E3A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D2E3A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B. Ćwiczenia audytoryjne: dyskusja, microteaching, mapa pojęć, praca w grupach</w:t>
      </w:r>
    </w:p>
    <w:p w14:paraId="699D2F80" w14:textId="77777777" w:rsidR="00E960BB" w:rsidRDefault="00E960BB" w:rsidP="003D2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3D2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3D2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3D2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3D2E3A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</w:tbl>
    <w:p w14:paraId="32292305" w14:textId="77777777" w:rsidR="00923D7D" w:rsidRPr="009C54AE" w:rsidRDefault="00923D7D" w:rsidP="003D2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3D2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C72364" w:rsidRDefault="00E24046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C7236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C72364" w:rsidRDefault="00E24046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C72364" w:rsidRDefault="00E24046" w:rsidP="003D2E3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C72364" w:rsidRDefault="00E24046" w:rsidP="003D2E3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C7236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C72364" w:rsidRDefault="00E24046" w:rsidP="003D2E3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C72364" w:rsidRDefault="00E24046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lastRenderedPageBreak/>
              <w:t xml:space="preserve">  0 – 25 punktów  =  ocena  2,0</w:t>
            </w:r>
          </w:p>
          <w:p w14:paraId="79C73D33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E24046" w:rsidRDefault="00E2404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3D2E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5CD5B75" w:rsidR="0085747A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016B6967" w:rsidR="0085747A" w:rsidRPr="009C54AE" w:rsidRDefault="006527BC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43A1499F" w:rsidR="00C61DC5" w:rsidRPr="009C54AE" w:rsidRDefault="006527BC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473E42" w14:textId="77777777" w:rsidR="006538A4" w:rsidRDefault="006538A4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7956F8AB" w:rsidR="00C61DC5" w:rsidRPr="009C54AE" w:rsidRDefault="006527BC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A65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3D2E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3D2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3D2E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3D2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3D2E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4DD2" w:rsidRPr="009C54AE" w14:paraId="67DF81D3" w14:textId="77777777" w:rsidTr="00CF3F75">
        <w:trPr>
          <w:trHeight w:val="397"/>
        </w:trPr>
        <w:tc>
          <w:tcPr>
            <w:tcW w:w="9497" w:type="dxa"/>
          </w:tcPr>
          <w:p w14:paraId="59C321E8" w14:textId="77777777" w:rsidR="00914DD2" w:rsidRPr="00914DD2" w:rsidRDefault="00914DD2" w:rsidP="003D2E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14DD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F8B738" w14:textId="77777777" w:rsidR="00914DD2" w:rsidRPr="00D942B3" w:rsidRDefault="00914DD2" w:rsidP="003D2E3A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42B3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D942B3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D942B3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999B570" w14:textId="77777777" w:rsidR="00914DD2" w:rsidRPr="00D942B3" w:rsidRDefault="00914DD2" w:rsidP="003D2E3A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Hattie J.,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8D25836" w14:textId="77777777" w:rsidR="00914DD2" w:rsidRPr="00D942B3" w:rsidRDefault="00914DD2" w:rsidP="003D2E3A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W. (red.),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Teoretyczne podstawy kształcenia ogólnego. Podręcznik akademicki dla studentów pedagogiki i przyszłych nauczycieli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2015.</w:t>
            </w:r>
          </w:p>
          <w:p w14:paraId="56070F37" w14:textId="35E62917" w:rsidR="00914DD2" w:rsidRPr="00F97E31" w:rsidRDefault="00914DD2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14DD2" w:rsidRPr="009C54AE" w14:paraId="6981F2E0" w14:textId="77777777" w:rsidTr="00CF3F75">
        <w:trPr>
          <w:trHeight w:val="397"/>
        </w:trPr>
        <w:tc>
          <w:tcPr>
            <w:tcW w:w="9497" w:type="dxa"/>
          </w:tcPr>
          <w:p w14:paraId="4F66F1EB" w14:textId="77777777" w:rsidR="00914DD2" w:rsidRPr="00914DD2" w:rsidRDefault="00914DD2" w:rsidP="003D2E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14DD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5BA9D3" w14:textId="77777777" w:rsidR="00914DD2" w:rsidRPr="00D942B3" w:rsidRDefault="00914DD2" w:rsidP="003D2E3A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Bereźnicki F.,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Podstawy kształcenia ogólnego</w:t>
            </w: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>, O.W. Impuls, Kraków 2011.</w:t>
            </w:r>
          </w:p>
          <w:p w14:paraId="468EDB3E" w14:textId="77777777" w:rsidR="00914DD2" w:rsidRPr="00D942B3" w:rsidRDefault="00914DD2" w:rsidP="003D2E3A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Półturzycki J.,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717DC053" w14:textId="77777777" w:rsidR="00914DD2" w:rsidRPr="00D942B3" w:rsidRDefault="00914DD2" w:rsidP="003D2E3A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Brudnik E., Moszyńska A., Owczarska B.,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Ja i mój uczeń pracujemy aktywnie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Przewodnik po metodach aktywizujących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>, „Jedność”, Kielce 2010.</w:t>
            </w:r>
          </w:p>
          <w:p w14:paraId="00481216" w14:textId="77777777" w:rsidR="00914DD2" w:rsidRPr="00D942B3" w:rsidRDefault="00914DD2" w:rsidP="003D2E3A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PWN, Warszawa 2012.</w:t>
            </w:r>
          </w:p>
          <w:p w14:paraId="04847B7C" w14:textId="49D6C596" w:rsidR="00914DD2" w:rsidRPr="001C7085" w:rsidRDefault="00914DD2" w:rsidP="003D2E3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3D2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3D2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3D2E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6E304" w14:textId="77777777" w:rsidR="00BE3118" w:rsidRDefault="00BE3118" w:rsidP="00C16ABF">
      <w:pPr>
        <w:spacing w:after="0" w:line="240" w:lineRule="auto"/>
      </w:pPr>
      <w:r>
        <w:separator/>
      </w:r>
    </w:p>
  </w:endnote>
  <w:endnote w:type="continuationSeparator" w:id="0">
    <w:p w14:paraId="10A4B088" w14:textId="77777777" w:rsidR="00BE3118" w:rsidRDefault="00BE31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E3C51" w14:textId="77777777" w:rsidR="00BE3118" w:rsidRDefault="00BE3118" w:rsidP="00C16ABF">
      <w:pPr>
        <w:spacing w:after="0" w:line="240" w:lineRule="auto"/>
      </w:pPr>
      <w:r>
        <w:separator/>
      </w:r>
    </w:p>
  </w:footnote>
  <w:footnote w:type="continuationSeparator" w:id="0">
    <w:p w14:paraId="57DD35FD" w14:textId="77777777" w:rsidR="00BE3118" w:rsidRDefault="00BE3118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62C1"/>
    <w:multiLevelType w:val="hybridMultilevel"/>
    <w:tmpl w:val="A63CF5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D2596"/>
    <w:multiLevelType w:val="hybridMultilevel"/>
    <w:tmpl w:val="5A9C8D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1ABD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2CA2"/>
    <w:rsid w:val="002144C0"/>
    <w:rsid w:val="00221E1A"/>
    <w:rsid w:val="0022477D"/>
    <w:rsid w:val="002278A9"/>
    <w:rsid w:val="002336F9"/>
    <w:rsid w:val="00235BAE"/>
    <w:rsid w:val="0024028F"/>
    <w:rsid w:val="00244ABC"/>
    <w:rsid w:val="00257888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3982"/>
    <w:rsid w:val="002F02A3"/>
    <w:rsid w:val="002F4ABE"/>
    <w:rsid w:val="002F7479"/>
    <w:rsid w:val="003018BA"/>
    <w:rsid w:val="00301EBC"/>
    <w:rsid w:val="0030395F"/>
    <w:rsid w:val="00305C92"/>
    <w:rsid w:val="0031147F"/>
    <w:rsid w:val="003151C5"/>
    <w:rsid w:val="003343CF"/>
    <w:rsid w:val="003343D3"/>
    <w:rsid w:val="00346FE9"/>
    <w:rsid w:val="0034759A"/>
    <w:rsid w:val="003503F6"/>
    <w:rsid w:val="003530DD"/>
    <w:rsid w:val="00363F78"/>
    <w:rsid w:val="003A0A5B"/>
    <w:rsid w:val="003A1176"/>
    <w:rsid w:val="003A423C"/>
    <w:rsid w:val="003C0BAE"/>
    <w:rsid w:val="003D18A9"/>
    <w:rsid w:val="003D2E3A"/>
    <w:rsid w:val="003D6CE2"/>
    <w:rsid w:val="003E1941"/>
    <w:rsid w:val="003E2FE6"/>
    <w:rsid w:val="003E498A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2361"/>
    <w:rsid w:val="0045729E"/>
    <w:rsid w:val="00461EFC"/>
    <w:rsid w:val="004652C2"/>
    <w:rsid w:val="004706D1"/>
    <w:rsid w:val="00470EF2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55A3"/>
    <w:rsid w:val="0050496F"/>
    <w:rsid w:val="00513B6F"/>
    <w:rsid w:val="00517C63"/>
    <w:rsid w:val="00526C94"/>
    <w:rsid w:val="00532F9B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13D5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0BB1"/>
    <w:rsid w:val="00621CE1"/>
    <w:rsid w:val="00627FC9"/>
    <w:rsid w:val="00632AA1"/>
    <w:rsid w:val="00647FA8"/>
    <w:rsid w:val="00650C5F"/>
    <w:rsid w:val="006527BC"/>
    <w:rsid w:val="006538A4"/>
    <w:rsid w:val="00654934"/>
    <w:rsid w:val="006620D9"/>
    <w:rsid w:val="00671958"/>
    <w:rsid w:val="00675843"/>
    <w:rsid w:val="00676637"/>
    <w:rsid w:val="006918BF"/>
    <w:rsid w:val="00695E9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0CB5"/>
    <w:rsid w:val="0078168C"/>
    <w:rsid w:val="00787C2A"/>
    <w:rsid w:val="00790E27"/>
    <w:rsid w:val="00794BB9"/>
    <w:rsid w:val="007A4022"/>
    <w:rsid w:val="007A6E6E"/>
    <w:rsid w:val="007B236B"/>
    <w:rsid w:val="007C3299"/>
    <w:rsid w:val="007C3BCC"/>
    <w:rsid w:val="007C4546"/>
    <w:rsid w:val="007D2AD8"/>
    <w:rsid w:val="007D6E56"/>
    <w:rsid w:val="007D6E75"/>
    <w:rsid w:val="007F1652"/>
    <w:rsid w:val="007F4155"/>
    <w:rsid w:val="007F48BF"/>
    <w:rsid w:val="0081554D"/>
    <w:rsid w:val="0081707E"/>
    <w:rsid w:val="008449B3"/>
    <w:rsid w:val="00854196"/>
    <w:rsid w:val="0085747A"/>
    <w:rsid w:val="00884922"/>
    <w:rsid w:val="00885118"/>
    <w:rsid w:val="00885F64"/>
    <w:rsid w:val="0089059F"/>
    <w:rsid w:val="008917F9"/>
    <w:rsid w:val="008A36FE"/>
    <w:rsid w:val="008A45F7"/>
    <w:rsid w:val="008B51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D2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0253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936"/>
    <w:rsid w:val="00A97DE1"/>
    <w:rsid w:val="00AA65A9"/>
    <w:rsid w:val="00AB053C"/>
    <w:rsid w:val="00AB72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962C6"/>
    <w:rsid w:val="00BA6260"/>
    <w:rsid w:val="00BB520A"/>
    <w:rsid w:val="00BC20FF"/>
    <w:rsid w:val="00BD3869"/>
    <w:rsid w:val="00BD66E9"/>
    <w:rsid w:val="00BD6FF4"/>
    <w:rsid w:val="00BE3118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64"/>
    <w:rsid w:val="00C766DF"/>
    <w:rsid w:val="00C94B98"/>
    <w:rsid w:val="00CA2B96"/>
    <w:rsid w:val="00CA5089"/>
    <w:rsid w:val="00CB0255"/>
    <w:rsid w:val="00CB1C4B"/>
    <w:rsid w:val="00CB42CB"/>
    <w:rsid w:val="00CD6897"/>
    <w:rsid w:val="00CE5BAC"/>
    <w:rsid w:val="00CF25BE"/>
    <w:rsid w:val="00CF3F75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E70B0"/>
    <w:rsid w:val="00DF320D"/>
    <w:rsid w:val="00DF71C8"/>
    <w:rsid w:val="00E129B8"/>
    <w:rsid w:val="00E21E7D"/>
    <w:rsid w:val="00E22FBC"/>
    <w:rsid w:val="00E24046"/>
    <w:rsid w:val="00E24BF5"/>
    <w:rsid w:val="00E25338"/>
    <w:rsid w:val="00E34441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10F1"/>
    <w:rsid w:val="00EC4899"/>
    <w:rsid w:val="00ED03AB"/>
    <w:rsid w:val="00ED32D2"/>
    <w:rsid w:val="00EE32DE"/>
    <w:rsid w:val="00EE5457"/>
    <w:rsid w:val="00F070AB"/>
    <w:rsid w:val="00F17567"/>
    <w:rsid w:val="00F27A7B"/>
    <w:rsid w:val="00F43487"/>
    <w:rsid w:val="00F526AF"/>
    <w:rsid w:val="00F617C3"/>
    <w:rsid w:val="00F7066B"/>
    <w:rsid w:val="00F82932"/>
    <w:rsid w:val="00F83B28"/>
    <w:rsid w:val="00F97E3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BFAF3926-7AD7-4A6D-8B3B-B1F1EEE5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4BB30-5261-41FD-ABE2-52CFF7C4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1659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2020-10-19T06:24:00Z</cp:lastPrinted>
  <dcterms:created xsi:type="dcterms:W3CDTF">2019-10-25T19:33:00Z</dcterms:created>
  <dcterms:modified xsi:type="dcterms:W3CDTF">2024-07-08T10:23:00Z</dcterms:modified>
</cp:coreProperties>
</file>